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B8A" w:rsidRPr="008C6153" w:rsidRDefault="00D52B8A" w:rsidP="008C6153">
      <w:pPr>
        <w:spacing w:after="0"/>
        <w:jc w:val="right"/>
        <w:rPr>
          <w:b/>
          <w:sz w:val="24"/>
        </w:rPr>
      </w:pPr>
      <w:r w:rsidRPr="008C6153">
        <w:rPr>
          <w:b/>
          <w:sz w:val="24"/>
        </w:rPr>
        <w:t xml:space="preserve">AL DIRIGENTE SCOLASTICO </w:t>
      </w:r>
    </w:p>
    <w:p w:rsidR="00D52B8A" w:rsidRDefault="00D52B8A" w:rsidP="008C6153">
      <w:pPr>
        <w:spacing w:after="0"/>
        <w:jc w:val="right"/>
        <w:rPr>
          <w:b/>
          <w:sz w:val="24"/>
        </w:rPr>
      </w:pPr>
      <w:r>
        <w:rPr>
          <w:b/>
          <w:sz w:val="24"/>
        </w:rPr>
        <w:t>ISTITUTO COMPRENSIVO STATALE DI PUSIANO (CO)</w:t>
      </w:r>
    </w:p>
    <w:p w:rsidR="00D52B8A" w:rsidRDefault="00D52B8A" w:rsidP="008C6153">
      <w:pPr>
        <w:spacing w:after="0"/>
        <w:jc w:val="both"/>
        <w:rPr>
          <w:sz w:val="24"/>
        </w:rPr>
      </w:pPr>
    </w:p>
    <w:p w:rsidR="00D52B8A" w:rsidRDefault="00D52B8A" w:rsidP="008C6153">
      <w:pPr>
        <w:spacing w:after="0"/>
        <w:jc w:val="both"/>
        <w:rPr>
          <w:b/>
          <w:sz w:val="24"/>
        </w:rPr>
      </w:pPr>
      <w:r w:rsidRPr="008C6153">
        <w:rPr>
          <w:b/>
          <w:sz w:val="24"/>
        </w:rPr>
        <w:t>Oggetto: D</w:t>
      </w:r>
      <w:r>
        <w:rPr>
          <w:b/>
          <w:sz w:val="24"/>
        </w:rPr>
        <w:t>OMANDA DI PARTECIPAZIONE ALLA</w:t>
      </w:r>
      <w:r w:rsidRPr="008C6153">
        <w:rPr>
          <w:b/>
          <w:sz w:val="24"/>
        </w:rPr>
        <w:t xml:space="preserve"> </w:t>
      </w:r>
      <w:r w:rsidRPr="004E31A6">
        <w:rPr>
          <w:b/>
          <w:sz w:val="24"/>
        </w:rPr>
        <w:t>SELEZIONE RISERVAT</w:t>
      </w:r>
      <w:r>
        <w:rPr>
          <w:b/>
          <w:sz w:val="24"/>
        </w:rPr>
        <w:t>A</w:t>
      </w:r>
      <w:r w:rsidRPr="004E31A6">
        <w:rPr>
          <w:b/>
          <w:sz w:val="24"/>
        </w:rPr>
        <w:t xml:space="preserve"> AL PERSONALE INTERNO PER IL CONFERIMENTO DI INCARICO DI RESPONSABILE DEL SERVIZIO DI PREVENZIONE E PROTEZIONE (RSPP), AI SENSI DEL D.Lgs. 81/2008</w:t>
      </w:r>
    </w:p>
    <w:p w:rsidR="00D52B8A" w:rsidRDefault="00D52B8A" w:rsidP="008C6153">
      <w:pPr>
        <w:spacing w:after="0"/>
        <w:jc w:val="both"/>
        <w:rPr>
          <w:b/>
          <w:sz w:val="24"/>
        </w:rPr>
      </w:pPr>
    </w:p>
    <w:p w:rsidR="00D52B8A" w:rsidRDefault="00D52B8A" w:rsidP="008C6153">
      <w:pPr>
        <w:spacing w:after="0" w:line="360" w:lineRule="auto"/>
        <w:jc w:val="both"/>
        <w:rPr>
          <w:sz w:val="24"/>
        </w:rPr>
      </w:pPr>
      <w:r>
        <w:rPr>
          <w:sz w:val="24"/>
        </w:rPr>
        <w:t>Il/La sottoscritto/a NOME ___________________________________________________________</w:t>
      </w:r>
    </w:p>
    <w:p w:rsidR="00D52B8A" w:rsidRDefault="00D52B8A" w:rsidP="008C6153">
      <w:pPr>
        <w:spacing w:after="0" w:line="360" w:lineRule="auto"/>
        <w:jc w:val="both"/>
        <w:rPr>
          <w:sz w:val="24"/>
        </w:rPr>
      </w:pPr>
      <w:r>
        <w:rPr>
          <w:sz w:val="24"/>
        </w:rPr>
        <w:t>COGNOME _______________________________________________________________________</w:t>
      </w:r>
    </w:p>
    <w:p w:rsidR="00D52B8A" w:rsidRDefault="00D52B8A" w:rsidP="008C6153">
      <w:pPr>
        <w:spacing w:after="0" w:line="360" w:lineRule="auto"/>
        <w:jc w:val="both"/>
        <w:rPr>
          <w:sz w:val="24"/>
        </w:rPr>
      </w:pPr>
      <w:r>
        <w:rPr>
          <w:sz w:val="24"/>
        </w:rPr>
        <w:t>Nato/a a ______________________________________ prov.________ il ____________________</w:t>
      </w:r>
    </w:p>
    <w:p w:rsidR="00D52B8A" w:rsidRDefault="00D52B8A" w:rsidP="008C6153">
      <w:pPr>
        <w:spacing w:after="0" w:line="360" w:lineRule="auto"/>
        <w:jc w:val="both"/>
        <w:rPr>
          <w:sz w:val="24"/>
        </w:rPr>
      </w:pPr>
      <w:r>
        <w:rPr>
          <w:sz w:val="24"/>
        </w:rPr>
        <w:t>In servizio presso l’Istituzione Scolastica _______________________________________________</w:t>
      </w:r>
    </w:p>
    <w:p w:rsidR="00D52B8A" w:rsidRDefault="00D52B8A" w:rsidP="008C6153">
      <w:pPr>
        <w:spacing w:after="0" w:line="360" w:lineRule="auto"/>
        <w:jc w:val="both"/>
        <w:rPr>
          <w:sz w:val="24"/>
        </w:rPr>
      </w:pPr>
      <w:r>
        <w:rPr>
          <w:sz w:val="24"/>
        </w:rPr>
        <w:t>In qualità di ______________________________________________________________________</w:t>
      </w:r>
    </w:p>
    <w:p w:rsidR="00D52B8A" w:rsidRDefault="00D52B8A" w:rsidP="008C6153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Con contratto a tempo: </w:t>
      </w:r>
      <w:r w:rsidRPr="008C6153">
        <w:rPr>
          <w:rFonts w:cs="Calibri"/>
          <w:sz w:val="40"/>
        </w:rPr>
        <w:t>□</w:t>
      </w:r>
      <w:r>
        <w:rPr>
          <w:sz w:val="24"/>
        </w:rPr>
        <w:t xml:space="preserve">Indeterminato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8C6153">
        <w:rPr>
          <w:rFonts w:cs="Calibri"/>
          <w:sz w:val="40"/>
        </w:rPr>
        <w:t>□</w:t>
      </w:r>
      <w:r>
        <w:rPr>
          <w:rFonts w:cs="Calibri"/>
          <w:sz w:val="24"/>
        </w:rPr>
        <w:t>D</w:t>
      </w:r>
      <w:r>
        <w:rPr>
          <w:sz w:val="24"/>
        </w:rPr>
        <w:t>eterminato</w:t>
      </w:r>
    </w:p>
    <w:p w:rsidR="00D52B8A" w:rsidRDefault="00D52B8A" w:rsidP="008C6153">
      <w:pPr>
        <w:spacing w:after="0" w:line="360" w:lineRule="auto"/>
        <w:jc w:val="both"/>
        <w:rPr>
          <w:sz w:val="24"/>
        </w:rPr>
      </w:pPr>
      <w:r>
        <w:rPr>
          <w:sz w:val="24"/>
        </w:rPr>
        <w:t>Residenza in ______________________________________________________________________</w:t>
      </w:r>
    </w:p>
    <w:p w:rsidR="00D52B8A" w:rsidRDefault="00D52B8A" w:rsidP="008C6153">
      <w:pPr>
        <w:spacing w:after="0" w:line="360" w:lineRule="auto"/>
        <w:jc w:val="both"/>
        <w:rPr>
          <w:sz w:val="24"/>
        </w:rPr>
      </w:pPr>
      <w:r>
        <w:rPr>
          <w:sz w:val="24"/>
        </w:rPr>
        <w:t>Via _____________________________________________________________________________</w:t>
      </w:r>
    </w:p>
    <w:p w:rsidR="00D52B8A" w:rsidRDefault="00D52B8A" w:rsidP="008C6153">
      <w:pPr>
        <w:spacing w:after="0" w:line="360" w:lineRule="auto"/>
        <w:jc w:val="both"/>
        <w:rPr>
          <w:sz w:val="24"/>
        </w:rPr>
      </w:pPr>
      <w:r>
        <w:rPr>
          <w:sz w:val="24"/>
        </w:rPr>
        <w:t>CAP _________________________________ Prov. ______________________________________</w:t>
      </w:r>
    </w:p>
    <w:p w:rsidR="00D52B8A" w:rsidRDefault="00D52B8A" w:rsidP="008C6153">
      <w:pPr>
        <w:spacing w:after="0" w:line="360" w:lineRule="auto"/>
        <w:jc w:val="both"/>
        <w:rPr>
          <w:sz w:val="24"/>
        </w:rPr>
      </w:pPr>
      <w:r>
        <w:rPr>
          <w:sz w:val="24"/>
        </w:rPr>
        <w:t>Telefono _______________________ e-mail: ___________________________________________</w:t>
      </w:r>
    </w:p>
    <w:p w:rsidR="00D52B8A" w:rsidRDefault="00D52B8A" w:rsidP="00036164">
      <w:pPr>
        <w:spacing w:after="0" w:line="360" w:lineRule="auto"/>
        <w:jc w:val="center"/>
        <w:rPr>
          <w:sz w:val="24"/>
        </w:rPr>
      </w:pPr>
      <w:r>
        <w:rPr>
          <w:sz w:val="24"/>
        </w:rPr>
        <w:t>CHIEDE</w:t>
      </w:r>
    </w:p>
    <w:p w:rsidR="00D52B8A" w:rsidRDefault="00D52B8A" w:rsidP="00036164">
      <w:pPr>
        <w:spacing w:after="0" w:line="360" w:lineRule="auto"/>
        <w:jc w:val="both"/>
        <w:rPr>
          <w:sz w:val="24"/>
        </w:rPr>
      </w:pPr>
      <w:r>
        <w:rPr>
          <w:sz w:val="24"/>
        </w:rPr>
        <w:t>Di essere ammesso/a a partecipare alla selezione, attraverso la valutazione comparativa, per il conferimento dell’incarico di RSPP, come specificato dall’avviso di selezione prot. _________ del _____________.</w:t>
      </w:r>
    </w:p>
    <w:p w:rsidR="00D52B8A" w:rsidRDefault="00D52B8A" w:rsidP="00036164">
      <w:pPr>
        <w:spacing w:after="0" w:line="360" w:lineRule="auto"/>
        <w:jc w:val="both"/>
        <w:rPr>
          <w:sz w:val="24"/>
        </w:rPr>
      </w:pPr>
      <w:r>
        <w:rPr>
          <w:sz w:val="24"/>
        </w:rPr>
        <w:t>A tal fine, ai sensi degli art. 46  e 47 del DPR 455/2000 e consapevole che la legge punisce le dichiarazioni mendaci;</w:t>
      </w:r>
    </w:p>
    <w:p w:rsidR="00D52B8A" w:rsidRDefault="00D52B8A" w:rsidP="00036164">
      <w:pPr>
        <w:spacing w:after="0" w:line="360" w:lineRule="auto"/>
        <w:jc w:val="center"/>
        <w:rPr>
          <w:sz w:val="24"/>
        </w:rPr>
      </w:pPr>
      <w:r>
        <w:rPr>
          <w:sz w:val="24"/>
        </w:rPr>
        <w:t>DICHIARA</w:t>
      </w:r>
    </w:p>
    <w:p w:rsidR="00D52B8A" w:rsidRPr="00A02D05" w:rsidRDefault="00D52B8A" w:rsidP="00A02D0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sz w:val="24"/>
        </w:rPr>
      </w:pPr>
      <w:r w:rsidRPr="00A02D05">
        <w:rPr>
          <w:sz w:val="24"/>
        </w:rPr>
        <w:t>Di essere a conoscenza dei compiti connessi al ruolo di RSPP e di accettarne senza riserva alcuna tutte le condizioni;</w:t>
      </w:r>
    </w:p>
    <w:p w:rsidR="00D52B8A" w:rsidRPr="00A02D05" w:rsidRDefault="00D52B8A" w:rsidP="00A02D0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sz w:val="24"/>
        </w:rPr>
      </w:pPr>
      <w:r w:rsidRPr="00A02D05">
        <w:rPr>
          <w:sz w:val="24"/>
        </w:rPr>
        <w:t>Di essere in possesso, a pena di esclusione, dei seguenti requisiti professionali previsti dall’art.32 del D.lgs n°81/2008 come di seguito specificato:</w:t>
      </w:r>
    </w:p>
    <w:p w:rsidR="00D52B8A" w:rsidRDefault="00D52B8A" w:rsidP="00453E0E">
      <w:pPr>
        <w:spacing w:after="0" w:line="360" w:lineRule="auto"/>
        <w:jc w:val="both"/>
        <w:rPr>
          <w:sz w:val="24"/>
        </w:rPr>
      </w:pPr>
    </w:p>
    <w:p w:rsidR="00D52B8A" w:rsidRDefault="00D52B8A" w:rsidP="00453E0E">
      <w:pPr>
        <w:spacing w:after="0" w:line="360" w:lineRule="auto"/>
        <w:jc w:val="both"/>
        <w:rPr>
          <w:sz w:val="24"/>
        </w:rPr>
      </w:pPr>
    </w:p>
    <w:tbl>
      <w:tblPr>
        <w:tblW w:w="10058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5291"/>
        <w:gridCol w:w="4767"/>
      </w:tblGrid>
      <w:tr w:rsidR="00D52B8A" w:rsidRPr="00B418CB" w:rsidTr="00A02D05">
        <w:trPr>
          <w:trHeight w:val="302"/>
        </w:trPr>
        <w:tc>
          <w:tcPr>
            <w:tcW w:w="52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Titoli di studio</w:t>
            </w:r>
          </w:p>
        </w:tc>
        <w:tc>
          <w:tcPr>
            <w:tcW w:w="4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 Titoli di studio per attribuzione punteggio</w:t>
            </w:r>
          </w:p>
        </w:tc>
      </w:tr>
      <w:tr w:rsidR="00D52B8A" w:rsidRPr="00B418CB" w:rsidTr="00A02D05">
        <w:trPr>
          <w:trHeight w:val="302"/>
        </w:trPr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Diploma di laurea specificatamente indicata al c. 5 dell’art. 32 D. L.vo 81/2008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D52B8A" w:rsidRPr="00B418CB" w:rsidTr="00A02D05">
        <w:trPr>
          <w:trHeight w:val="483"/>
        </w:trPr>
        <w:tc>
          <w:tcPr>
            <w:tcW w:w="5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Diploma di istruzione Secondaria Superiore, integrato da attestati di frequenza, con verifica dell’apprendimento, di specifici corsi di formazione di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D52B8A" w:rsidRPr="00B418CB" w:rsidTr="00A02D05">
        <w:trPr>
          <w:trHeight w:val="332"/>
        </w:trPr>
        <w:tc>
          <w:tcPr>
            <w:tcW w:w="5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cui al c. 2 del già citato art. 32 del D.Lvo n° 81/2008, organizzati da Enti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D52B8A" w:rsidRPr="00B418CB" w:rsidTr="00A02D05">
        <w:trPr>
          <w:trHeight w:val="302"/>
        </w:trPr>
        <w:tc>
          <w:tcPr>
            <w:tcW w:w="5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espressamente indicati al c. 4 dello stesso articolo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D52B8A" w:rsidRPr="00B418CB" w:rsidTr="00A02D05">
        <w:trPr>
          <w:trHeight w:val="302"/>
        </w:trPr>
        <w:tc>
          <w:tcPr>
            <w:tcW w:w="5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Iscrizione albo professionale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D52B8A" w:rsidRPr="00B418CB" w:rsidTr="00A02D05">
        <w:trPr>
          <w:trHeight w:val="302"/>
        </w:trPr>
        <w:tc>
          <w:tcPr>
            <w:tcW w:w="5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Iscrizione albo degli esperti di prevenzioni incendi del Ministero degli Interni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:rsidR="00D52B8A" w:rsidRPr="00453E0E" w:rsidRDefault="00D52B8A" w:rsidP="00453E0E">
      <w:pPr>
        <w:spacing w:after="0" w:line="360" w:lineRule="auto"/>
        <w:jc w:val="both"/>
        <w:rPr>
          <w:sz w:val="24"/>
        </w:rPr>
      </w:pPr>
    </w:p>
    <w:p w:rsidR="00D52B8A" w:rsidRPr="00AB169C" w:rsidRDefault="00D52B8A" w:rsidP="00453E0E">
      <w:pPr>
        <w:pStyle w:val="ListParagraph"/>
        <w:numPr>
          <w:ilvl w:val="0"/>
          <w:numId w:val="3"/>
        </w:numPr>
        <w:spacing w:after="0" w:line="360" w:lineRule="auto"/>
        <w:ind w:left="426"/>
        <w:jc w:val="both"/>
        <w:rPr>
          <w:sz w:val="24"/>
        </w:rPr>
      </w:pPr>
      <w:r>
        <w:rPr>
          <w:sz w:val="24"/>
        </w:rPr>
        <w:t>di essere/non essere docente che opera in plurarità di istituti in qualità di R.S.P.P. nelle seguenti istitutizioni alla data odierna: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9"/>
        <w:gridCol w:w="6488"/>
      </w:tblGrid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center"/>
              <w:rPr>
                <w:b/>
                <w:sz w:val="24"/>
              </w:rPr>
            </w:pPr>
            <w:r w:rsidRPr="00B418CB">
              <w:rPr>
                <w:b/>
                <w:sz w:val="24"/>
              </w:rPr>
              <w:t>Durata dal ……….. al ……….</w:t>
            </w: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center"/>
              <w:rPr>
                <w:b/>
                <w:sz w:val="24"/>
              </w:rPr>
            </w:pPr>
            <w:r w:rsidRPr="00B418CB">
              <w:rPr>
                <w:b/>
                <w:sz w:val="24"/>
              </w:rPr>
              <w:t>Istituzione Scolastica</w:t>
            </w: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</w:tbl>
    <w:p w:rsidR="00D52B8A" w:rsidRDefault="00D52B8A" w:rsidP="002807B3">
      <w:pPr>
        <w:spacing w:after="0" w:line="360" w:lineRule="auto"/>
        <w:jc w:val="both"/>
        <w:rPr>
          <w:sz w:val="24"/>
        </w:rPr>
      </w:pPr>
    </w:p>
    <w:p w:rsidR="00D52B8A" w:rsidRPr="00453E0E" w:rsidRDefault="00D52B8A" w:rsidP="00453E0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sz w:val="24"/>
        </w:rPr>
      </w:pPr>
      <w:r w:rsidRPr="00453E0E">
        <w:rPr>
          <w:sz w:val="24"/>
        </w:rPr>
        <w:t xml:space="preserve">di aver prestato servizi quale RSPP </w:t>
      </w:r>
      <w:r>
        <w:rPr>
          <w:sz w:val="24"/>
        </w:rPr>
        <w:t>nella Vostra istituzione scolastica nei seguenti anni scolastici</w:t>
      </w:r>
      <w:r w:rsidRPr="00453E0E">
        <w:rPr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09"/>
      </w:tblGrid>
      <w:tr w:rsidR="00D52B8A" w:rsidRPr="00B418CB" w:rsidTr="00B418CB">
        <w:trPr>
          <w:trHeight w:val="423"/>
        </w:trPr>
        <w:tc>
          <w:tcPr>
            <w:tcW w:w="5009" w:type="dxa"/>
          </w:tcPr>
          <w:p w:rsidR="00D52B8A" w:rsidRPr="00B418CB" w:rsidRDefault="00D52B8A" w:rsidP="00B418CB">
            <w:pPr>
              <w:spacing w:after="0" w:line="360" w:lineRule="auto"/>
              <w:jc w:val="center"/>
              <w:rPr>
                <w:b/>
                <w:sz w:val="24"/>
              </w:rPr>
            </w:pPr>
            <w:r w:rsidRPr="00B418CB">
              <w:rPr>
                <w:b/>
                <w:sz w:val="24"/>
              </w:rPr>
              <w:t>Durata dal ……….. al ……….</w:t>
            </w:r>
          </w:p>
        </w:tc>
      </w:tr>
      <w:tr w:rsidR="00D52B8A" w:rsidRPr="00B418CB" w:rsidTr="00B418CB">
        <w:trPr>
          <w:trHeight w:val="423"/>
        </w:trPr>
        <w:tc>
          <w:tcPr>
            <w:tcW w:w="500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rPr>
          <w:trHeight w:val="423"/>
        </w:trPr>
        <w:tc>
          <w:tcPr>
            <w:tcW w:w="500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rPr>
          <w:trHeight w:val="423"/>
        </w:trPr>
        <w:tc>
          <w:tcPr>
            <w:tcW w:w="500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</w:tbl>
    <w:p w:rsidR="00D52B8A" w:rsidRDefault="00D52B8A" w:rsidP="002807B3">
      <w:pPr>
        <w:spacing w:after="0" w:line="360" w:lineRule="auto"/>
        <w:jc w:val="both"/>
        <w:rPr>
          <w:sz w:val="24"/>
        </w:rPr>
      </w:pPr>
    </w:p>
    <w:p w:rsidR="00D52B8A" w:rsidRDefault="00D52B8A" w:rsidP="00453E0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di aver maturato esperienze nel settore presso istituzioni scolastiche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9"/>
        <w:gridCol w:w="6488"/>
      </w:tblGrid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center"/>
              <w:rPr>
                <w:b/>
                <w:sz w:val="24"/>
              </w:rPr>
            </w:pPr>
            <w:r w:rsidRPr="00B418CB">
              <w:rPr>
                <w:b/>
                <w:sz w:val="24"/>
              </w:rPr>
              <w:t>Durata dal ……….. al ……….</w:t>
            </w: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center"/>
              <w:rPr>
                <w:b/>
                <w:sz w:val="24"/>
              </w:rPr>
            </w:pPr>
            <w:r w:rsidRPr="00B418CB">
              <w:rPr>
                <w:b/>
                <w:sz w:val="24"/>
              </w:rPr>
              <w:t>Istituzione Scolastica</w:t>
            </w: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</w:tbl>
    <w:p w:rsidR="00D52B8A" w:rsidRPr="00453E0E" w:rsidRDefault="00D52B8A" w:rsidP="00453E0E">
      <w:pPr>
        <w:pStyle w:val="ListParagraph"/>
        <w:spacing w:after="0" w:line="360" w:lineRule="auto"/>
        <w:jc w:val="both"/>
        <w:rPr>
          <w:sz w:val="24"/>
        </w:rPr>
      </w:pPr>
    </w:p>
    <w:p w:rsidR="00D52B8A" w:rsidRPr="00453E0E" w:rsidRDefault="00D52B8A" w:rsidP="00453E0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di aver maturato esperienze nel settore presso Enti Locali </w:t>
      </w:r>
      <w:r w:rsidRPr="00453E0E">
        <w:rPr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9"/>
        <w:gridCol w:w="6488"/>
      </w:tblGrid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center"/>
              <w:rPr>
                <w:b/>
                <w:sz w:val="24"/>
              </w:rPr>
            </w:pPr>
            <w:r w:rsidRPr="00B418CB">
              <w:rPr>
                <w:b/>
                <w:sz w:val="24"/>
              </w:rPr>
              <w:t>Durata dal ……….. al ……….</w:t>
            </w: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center"/>
              <w:rPr>
                <w:b/>
                <w:sz w:val="24"/>
              </w:rPr>
            </w:pPr>
            <w:r w:rsidRPr="00B418CB">
              <w:rPr>
                <w:b/>
                <w:sz w:val="24"/>
              </w:rPr>
              <w:t>Scuola/Ente/P.A.</w:t>
            </w: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  <w:tr w:rsidR="00D52B8A" w:rsidRPr="00B418CB" w:rsidTr="00B418CB">
        <w:tc>
          <w:tcPr>
            <w:tcW w:w="3259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  <w:tc>
          <w:tcPr>
            <w:tcW w:w="6488" w:type="dxa"/>
          </w:tcPr>
          <w:p w:rsidR="00D52B8A" w:rsidRPr="00B418CB" w:rsidRDefault="00D52B8A" w:rsidP="00B418CB">
            <w:pPr>
              <w:spacing w:after="0" w:line="360" w:lineRule="auto"/>
              <w:jc w:val="both"/>
              <w:rPr>
                <w:sz w:val="24"/>
              </w:rPr>
            </w:pPr>
          </w:p>
        </w:tc>
      </w:tr>
    </w:tbl>
    <w:p w:rsidR="00D52B8A" w:rsidRDefault="00D52B8A" w:rsidP="002807B3">
      <w:pPr>
        <w:spacing w:after="0" w:line="360" w:lineRule="auto"/>
        <w:jc w:val="both"/>
        <w:rPr>
          <w:sz w:val="24"/>
        </w:rPr>
      </w:pPr>
    </w:p>
    <w:p w:rsidR="00D52B8A" w:rsidRPr="00A02D05" w:rsidRDefault="00D52B8A" w:rsidP="00A02D0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di aver svolto i seguenti corsi di formazione e specializzazione:</w:t>
      </w:r>
    </w:p>
    <w:tbl>
      <w:tblPr>
        <w:tblW w:w="9743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5244"/>
        <w:gridCol w:w="4499"/>
      </w:tblGrid>
      <w:tr w:rsidR="00D52B8A" w:rsidRPr="00B418CB" w:rsidTr="00A02D05">
        <w:trPr>
          <w:trHeight w:val="541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Frequenza co</w:t>
            </w:r>
            <w:r w:rsidRPr="00A02D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rsi formazione e specializzazione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 Frequenza corsi formazione e specializzazione per attribuzione punteggio</w:t>
            </w:r>
          </w:p>
        </w:tc>
      </w:tr>
      <w:tr w:rsidR="00D52B8A" w:rsidRPr="00B418CB" w:rsidTr="00A02D05">
        <w:trPr>
          <w:trHeight w:val="676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lang w:eastAsia="it-IT"/>
              </w:rPr>
              <w:t>Per ogni corso di formazione frequentato e coerente con il profilo richiesto</w:t>
            </w: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2B8A" w:rsidRPr="00A02D05" w:rsidRDefault="00D52B8A" w:rsidP="00A02D05">
            <w:pPr>
              <w:spacing w:after="0" w:line="240" w:lineRule="auto"/>
              <w:rPr>
                <w:color w:val="000000"/>
                <w:lang w:eastAsia="it-IT"/>
              </w:rPr>
            </w:pPr>
            <w:r w:rsidRPr="00A02D05">
              <w:rPr>
                <w:color w:val="000000"/>
                <w:lang w:eastAsia="it-IT"/>
              </w:rPr>
              <w:t> </w:t>
            </w:r>
          </w:p>
        </w:tc>
      </w:tr>
      <w:tr w:rsidR="00D52B8A" w:rsidRPr="00B418CB" w:rsidTr="00A02D05">
        <w:trPr>
          <w:trHeight w:val="338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  <w:r w:rsidRPr="00A02D05">
              <w:rPr>
                <w:rFonts w:ascii="Times New Roman" w:hAnsi="Times New Roman"/>
                <w:color w:val="000000"/>
                <w:lang w:eastAsia="it-IT"/>
              </w:rPr>
              <w:t>Per ogni specializzazione conseguita</w:t>
            </w: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2B8A" w:rsidRPr="00A02D05" w:rsidRDefault="00D52B8A" w:rsidP="00A02D05">
            <w:pPr>
              <w:spacing w:after="0" w:line="240" w:lineRule="auto"/>
              <w:rPr>
                <w:color w:val="000000"/>
                <w:lang w:eastAsia="it-IT"/>
              </w:rPr>
            </w:pPr>
            <w:r w:rsidRPr="00A02D05">
              <w:rPr>
                <w:color w:val="000000"/>
                <w:lang w:eastAsia="it-IT"/>
              </w:rPr>
              <w:t> </w:t>
            </w:r>
          </w:p>
        </w:tc>
      </w:tr>
    </w:tbl>
    <w:p w:rsidR="00D52B8A" w:rsidRDefault="00D52B8A" w:rsidP="002807B3">
      <w:pPr>
        <w:spacing w:after="0" w:line="360" w:lineRule="auto"/>
        <w:jc w:val="both"/>
        <w:rPr>
          <w:sz w:val="24"/>
        </w:rPr>
      </w:pPr>
    </w:p>
    <w:p w:rsidR="00D52B8A" w:rsidRPr="00A02D05" w:rsidRDefault="00D52B8A" w:rsidP="00A02D0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di aver svolto mansioni di docente presso corsi di formazione:</w:t>
      </w:r>
    </w:p>
    <w:tbl>
      <w:tblPr>
        <w:tblW w:w="9743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5244"/>
        <w:gridCol w:w="4499"/>
      </w:tblGrid>
      <w:tr w:rsidR="00D52B8A" w:rsidRPr="00B418CB" w:rsidTr="00A02D05">
        <w:trPr>
          <w:trHeight w:val="541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Docente di corsi di formazione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B8A" w:rsidRPr="00A02D05" w:rsidRDefault="00D52B8A" w:rsidP="00A02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02D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Descrizione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Docente di corsi di formazione</w:t>
            </w:r>
            <w:r w:rsidRPr="00A02D0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per attribuzione punteggio</w:t>
            </w:r>
          </w:p>
        </w:tc>
      </w:tr>
      <w:tr w:rsidR="00D52B8A" w:rsidRPr="00B418CB" w:rsidTr="00A02D05">
        <w:trPr>
          <w:trHeight w:val="676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2B8A" w:rsidRPr="00A02D05" w:rsidRDefault="00D52B8A" w:rsidP="00A0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Per ciascuna docenza in corsi di formaizone coerenti con il profilo richiesto</w:t>
            </w: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2B8A" w:rsidRPr="00A02D05" w:rsidRDefault="00D52B8A" w:rsidP="00A02D05">
            <w:pPr>
              <w:spacing w:after="0" w:line="240" w:lineRule="auto"/>
              <w:rPr>
                <w:color w:val="000000"/>
                <w:lang w:eastAsia="it-IT"/>
              </w:rPr>
            </w:pPr>
            <w:r w:rsidRPr="00A02D05">
              <w:rPr>
                <w:color w:val="000000"/>
                <w:lang w:eastAsia="it-IT"/>
              </w:rPr>
              <w:t> </w:t>
            </w:r>
          </w:p>
        </w:tc>
      </w:tr>
    </w:tbl>
    <w:p w:rsidR="00D52B8A" w:rsidRDefault="00D52B8A" w:rsidP="002807B3">
      <w:pPr>
        <w:spacing w:after="0" w:line="360" w:lineRule="auto"/>
        <w:jc w:val="both"/>
        <w:rPr>
          <w:sz w:val="24"/>
        </w:rPr>
      </w:pPr>
    </w:p>
    <w:p w:rsidR="00D52B8A" w:rsidRDefault="00D52B8A" w:rsidP="002807B3">
      <w:pPr>
        <w:spacing w:after="0" w:line="360" w:lineRule="auto"/>
        <w:jc w:val="both"/>
        <w:rPr>
          <w:sz w:val="24"/>
        </w:rPr>
      </w:pPr>
      <w:r>
        <w:rPr>
          <w:sz w:val="24"/>
        </w:rPr>
        <w:t>Di aver preso cognizione e di accettare integralmente ed incondizionatamente quanto previsto dall’avviso di selezione per lo svolgimento dell’incarico;</w:t>
      </w:r>
    </w:p>
    <w:p w:rsidR="00D52B8A" w:rsidRDefault="00D52B8A" w:rsidP="002807B3">
      <w:pPr>
        <w:spacing w:after="0" w:line="360" w:lineRule="auto"/>
        <w:jc w:val="both"/>
        <w:rPr>
          <w:sz w:val="24"/>
        </w:rPr>
      </w:pPr>
      <w:r>
        <w:rPr>
          <w:sz w:val="24"/>
        </w:rPr>
        <w:t>Il/La sottoscritto/a infine allega alla domanda:</w:t>
      </w:r>
    </w:p>
    <w:p w:rsidR="00D52B8A" w:rsidRDefault="00D52B8A" w:rsidP="003E785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Fotocopia di un documento di riconoscimento valido ai sensi dell’art.21 del DPR 445/2000;</w:t>
      </w:r>
    </w:p>
    <w:p w:rsidR="00D52B8A" w:rsidRDefault="00D52B8A" w:rsidP="003E785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sz w:val="24"/>
        </w:rPr>
      </w:pPr>
      <w:r>
        <w:rPr>
          <w:sz w:val="24"/>
        </w:rPr>
        <w:t>Curriculum vitae in formato europeo firmato</w:t>
      </w:r>
    </w:p>
    <w:p w:rsidR="00D52B8A" w:rsidRDefault="00D52B8A" w:rsidP="003E785C">
      <w:pPr>
        <w:spacing w:after="0" w:line="360" w:lineRule="auto"/>
        <w:jc w:val="both"/>
        <w:rPr>
          <w:sz w:val="24"/>
        </w:rPr>
      </w:pPr>
    </w:p>
    <w:p w:rsidR="00D52B8A" w:rsidRDefault="00D52B8A" w:rsidP="003E785C">
      <w:pPr>
        <w:spacing w:after="0" w:line="360" w:lineRule="auto"/>
        <w:jc w:val="both"/>
        <w:rPr>
          <w:sz w:val="24"/>
        </w:rPr>
      </w:pPr>
      <w:r>
        <w:rPr>
          <w:sz w:val="24"/>
        </w:rPr>
        <w:t>Luogo e data ______________________________________</w:t>
      </w:r>
    </w:p>
    <w:p w:rsidR="00D52B8A" w:rsidRDefault="00D52B8A" w:rsidP="00AB169C">
      <w:pPr>
        <w:spacing w:after="0" w:line="360" w:lineRule="auto"/>
        <w:ind w:left="7080" w:firstLine="708"/>
        <w:jc w:val="both"/>
        <w:rPr>
          <w:sz w:val="24"/>
        </w:rPr>
      </w:pPr>
      <w:r>
        <w:rPr>
          <w:sz w:val="24"/>
        </w:rPr>
        <w:t>Firma</w:t>
      </w:r>
    </w:p>
    <w:p w:rsidR="00D52B8A" w:rsidRPr="003E785C" w:rsidRDefault="00D52B8A" w:rsidP="00AB169C">
      <w:pPr>
        <w:spacing w:after="0" w:line="360" w:lineRule="auto"/>
        <w:ind w:left="6372" w:firstLine="708"/>
        <w:jc w:val="both"/>
        <w:rPr>
          <w:sz w:val="24"/>
        </w:rPr>
      </w:pPr>
      <w:r>
        <w:rPr>
          <w:sz w:val="24"/>
        </w:rPr>
        <w:t>_____________________</w:t>
      </w:r>
    </w:p>
    <w:sectPr w:rsidR="00D52B8A" w:rsidRPr="003E785C" w:rsidSect="004E31A6">
      <w:head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B8A" w:rsidRDefault="00D52B8A" w:rsidP="00A02D05">
      <w:pPr>
        <w:spacing w:after="0" w:line="240" w:lineRule="auto"/>
      </w:pPr>
      <w:r>
        <w:separator/>
      </w:r>
    </w:p>
  </w:endnote>
  <w:endnote w:type="continuationSeparator" w:id="1">
    <w:p w:rsidR="00D52B8A" w:rsidRDefault="00D52B8A" w:rsidP="00A02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B8A" w:rsidRDefault="00D52B8A" w:rsidP="00A02D05">
      <w:pPr>
        <w:spacing w:after="0" w:line="240" w:lineRule="auto"/>
      </w:pPr>
      <w:r>
        <w:separator/>
      </w:r>
    </w:p>
  </w:footnote>
  <w:footnote w:type="continuationSeparator" w:id="1">
    <w:p w:rsidR="00D52B8A" w:rsidRDefault="00D52B8A" w:rsidP="00A02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B8A" w:rsidRDefault="00D52B8A">
    <w:pPr>
      <w:pStyle w:val="Header"/>
      <w:jc w:val="right"/>
    </w:pPr>
    <w:fldSimple w:instr=" PAGE   \* MERGEFORMAT ">
      <w:r>
        <w:rPr>
          <w:noProof/>
        </w:rPr>
        <w:t>3</w:t>
      </w:r>
    </w:fldSimple>
  </w:p>
  <w:p w:rsidR="00D52B8A" w:rsidRDefault="00D52B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687"/>
    <w:multiLevelType w:val="hybridMultilevel"/>
    <w:tmpl w:val="2684E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723E3"/>
    <w:multiLevelType w:val="hybridMultilevel"/>
    <w:tmpl w:val="A7B6916C"/>
    <w:lvl w:ilvl="0" w:tplc="F5B0E550">
      <w:numFmt w:val="bullet"/>
      <w:lvlText w:val="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A62FF"/>
    <w:multiLevelType w:val="hybridMultilevel"/>
    <w:tmpl w:val="43AC9C6C"/>
    <w:lvl w:ilvl="0" w:tplc="F5B0E550">
      <w:numFmt w:val="bullet"/>
      <w:lvlText w:val="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3270B"/>
    <w:multiLevelType w:val="hybridMultilevel"/>
    <w:tmpl w:val="271CE334"/>
    <w:lvl w:ilvl="0" w:tplc="F5B0E550">
      <w:numFmt w:val="bullet"/>
      <w:lvlText w:val="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5F2DE0"/>
    <w:multiLevelType w:val="hybridMultilevel"/>
    <w:tmpl w:val="7214EE36"/>
    <w:lvl w:ilvl="0" w:tplc="F5B0E550">
      <w:numFmt w:val="bullet"/>
      <w:lvlText w:val="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6166E76"/>
    <w:multiLevelType w:val="hybridMultilevel"/>
    <w:tmpl w:val="F04C14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153"/>
    <w:rsid w:val="00036164"/>
    <w:rsid w:val="000C7446"/>
    <w:rsid w:val="000E5CB7"/>
    <w:rsid w:val="000F57E4"/>
    <w:rsid w:val="001B1DAF"/>
    <w:rsid w:val="001F0315"/>
    <w:rsid w:val="002807B3"/>
    <w:rsid w:val="002F5711"/>
    <w:rsid w:val="003C78ED"/>
    <w:rsid w:val="003E785C"/>
    <w:rsid w:val="00453E0E"/>
    <w:rsid w:val="004E31A6"/>
    <w:rsid w:val="00541B32"/>
    <w:rsid w:val="00622CEB"/>
    <w:rsid w:val="00682FF9"/>
    <w:rsid w:val="008C6153"/>
    <w:rsid w:val="008E1695"/>
    <w:rsid w:val="00A02D05"/>
    <w:rsid w:val="00AB169C"/>
    <w:rsid w:val="00AF35CA"/>
    <w:rsid w:val="00AF7F3B"/>
    <w:rsid w:val="00B418CB"/>
    <w:rsid w:val="00B92CEE"/>
    <w:rsid w:val="00BF3C81"/>
    <w:rsid w:val="00C200E1"/>
    <w:rsid w:val="00CB60C4"/>
    <w:rsid w:val="00D52B8A"/>
    <w:rsid w:val="00D82EC1"/>
    <w:rsid w:val="00E506D8"/>
    <w:rsid w:val="00E729B3"/>
    <w:rsid w:val="00EC4615"/>
    <w:rsid w:val="00F33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71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807B3"/>
    <w:pPr>
      <w:ind w:left="720"/>
      <w:contextualSpacing/>
    </w:pPr>
  </w:style>
  <w:style w:type="table" w:styleId="TableGrid">
    <w:name w:val="Table Grid"/>
    <w:basedOn w:val="TableNormal"/>
    <w:uiPriority w:val="99"/>
    <w:rsid w:val="003E785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B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60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D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D0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02D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2D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1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574</Words>
  <Characters>3274</Characters>
  <Application>Microsoft Office Outlook</Application>
  <DocSecurity>0</DocSecurity>
  <Lines>0</Lines>
  <Paragraphs>0</Paragraphs>
  <ScaleCrop>false</ScaleCrop>
  <Company>Olidata S.p.A.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</dc:title>
  <dc:subject/>
  <dc:creator>PC-LIM</dc:creator>
  <cp:keywords/>
  <dc:description/>
  <cp:lastModifiedBy>Antonia</cp:lastModifiedBy>
  <cp:revision>9</cp:revision>
  <cp:lastPrinted>2017-05-17T08:08:00Z</cp:lastPrinted>
  <dcterms:created xsi:type="dcterms:W3CDTF">2019-08-06T11:19:00Z</dcterms:created>
  <dcterms:modified xsi:type="dcterms:W3CDTF">2019-08-08T10:07:00Z</dcterms:modified>
</cp:coreProperties>
</file>